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1D3" w:rsidRPr="00130D5B" w:rsidRDefault="006B51D3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6B51D3" w:rsidRPr="00130D5B" w:rsidRDefault="006B51D3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6B51D3" w:rsidRPr="00130D5B" w:rsidRDefault="006B51D3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6B51D3" w:rsidRPr="00130D5B" w:rsidRDefault="006B51D3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6B51D3" w:rsidRDefault="006B51D3" w:rsidP="005C6308">
      <w:pPr>
        <w:jc w:val="both"/>
        <w:rPr>
          <w:lang w:eastAsia="ko-KR"/>
        </w:rPr>
      </w:pPr>
    </w:p>
    <w:p w:rsidR="006B51D3" w:rsidRDefault="006B51D3" w:rsidP="005C6308">
      <w:pPr>
        <w:jc w:val="both"/>
        <w:rPr>
          <w:lang w:eastAsia="ko-KR"/>
        </w:rPr>
      </w:pPr>
    </w:p>
    <w:p w:rsidR="006B51D3" w:rsidRPr="00DC3AD2" w:rsidRDefault="006B51D3" w:rsidP="005C6308">
      <w:pPr>
        <w:jc w:val="both"/>
        <w:rPr>
          <w:lang w:eastAsia="ko-KR"/>
        </w:rPr>
      </w:pPr>
    </w:p>
    <w:p w:rsidR="006B51D3" w:rsidRDefault="006B51D3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6B51D3" w:rsidRPr="00B16FBD" w:rsidRDefault="006B51D3" w:rsidP="00130D5B">
      <w:pPr>
        <w:jc w:val="center"/>
        <w:rPr>
          <w:b/>
        </w:rPr>
      </w:pPr>
      <w:r>
        <w:rPr>
          <w:b/>
        </w:rPr>
        <w:t xml:space="preserve">№ </w:t>
      </w:r>
      <w:r w:rsidRPr="00534D07">
        <w:rPr>
          <w:b/>
          <w:lang w:val="ru-RU"/>
        </w:rPr>
        <w:t>425</w:t>
      </w:r>
      <w:r>
        <w:rPr>
          <w:b/>
        </w:rPr>
        <w:t>/</w:t>
      </w:r>
      <w:r>
        <w:rPr>
          <w:b/>
          <w:lang w:val="ru-RU"/>
        </w:rPr>
        <w:t>0</w:t>
      </w:r>
      <w:r w:rsidRPr="00534D07">
        <w:rPr>
          <w:b/>
          <w:lang w:val="ru-RU"/>
        </w:rPr>
        <w:t>5</w:t>
      </w:r>
      <w:r>
        <w:rPr>
          <w:b/>
          <w:lang w:val="ru-RU"/>
        </w:rPr>
        <w:t>.12</w:t>
      </w:r>
      <w:r>
        <w:rPr>
          <w:b/>
        </w:rPr>
        <w:t>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6B51D3" w:rsidRDefault="006B51D3" w:rsidP="00130D5B">
      <w:pPr>
        <w:jc w:val="center"/>
        <w:rPr>
          <w:b/>
        </w:rPr>
      </w:pPr>
      <w:r>
        <w:rPr>
          <w:b/>
        </w:rPr>
        <w:t>гр. Монтана</w:t>
      </w:r>
    </w:p>
    <w:p w:rsidR="006B51D3" w:rsidRPr="00B16FBD" w:rsidRDefault="006B51D3" w:rsidP="00130D5B">
      <w:pPr>
        <w:jc w:val="center"/>
        <w:rPr>
          <w:b/>
        </w:rPr>
      </w:pPr>
    </w:p>
    <w:p w:rsidR="006B51D3" w:rsidRDefault="006B51D3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6B51D3" w:rsidRPr="00B16FBD" w:rsidRDefault="006B51D3" w:rsidP="00130D5B">
      <w:pPr>
        <w:jc w:val="both"/>
      </w:pPr>
    </w:p>
    <w:p w:rsidR="006B51D3" w:rsidRDefault="006B51D3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6B51D3" w:rsidRPr="00B16FBD" w:rsidRDefault="006B51D3" w:rsidP="00130D5B">
      <w:pPr>
        <w:jc w:val="center"/>
        <w:rPr>
          <w:b/>
        </w:rPr>
      </w:pPr>
    </w:p>
    <w:p w:rsidR="006B51D3" w:rsidRDefault="006B51D3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Пърличево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6B51D3" w:rsidRPr="004D0EFB" w:rsidRDefault="006B51D3" w:rsidP="00130D5B">
      <w:pPr>
        <w:jc w:val="both"/>
        <w:rPr>
          <w:rFonts w:eastAsia="MS Mincho"/>
          <w:lang w:eastAsia="ja-JP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6B51D3" w:rsidRPr="00082B03" w:rsidRDefault="006B51D3" w:rsidP="00130D5B">
      <w:pPr>
        <w:jc w:val="both"/>
        <w:rPr>
          <w:lang w:val="ru-RU"/>
        </w:rPr>
      </w:pPr>
    </w:p>
    <w:tbl>
      <w:tblPr>
        <w:tblW w:w="8984" w:type="dxa"/>
        <w:tblInd w:w="334" w:type="dxa"/>
        <w:tblLook w:val="0000"/>
      </w:tblPr>
      <w:tblGrid>
        <w:gridCol w:w="734"/>
        <w:gridCol w:w="2966"/>
        <w:gridCol w:w="1118"/>
        <w:gridCol w:w="1520"/>
        <w:gridCol w:w="1480"/>
        <w:gridCol w:w="1166"/>
      </w:tblGrid>
      <w:tr w:rsidR="006B51D3" w:rsidRPr="00082B03" w:rsidTr="00986C9B">
        <w:trPr>
          <w:trHeight w:val="189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082B0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082B03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082B0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082B03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082B03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082B0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22.07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5.11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12.52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12.69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14.45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16.85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19.05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9.60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13.04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37.79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37.26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10.35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24.77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82.84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49.70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69.14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22.05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54.18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26.62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25.23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10.30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8063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40.67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8064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36.83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9.20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1.71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12.96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15.95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18.73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7.47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9.06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3.84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11.85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20.41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8507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2.49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9001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35.20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9002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8.42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9036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1.52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12.25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5.99</w:t>
            </w:r>
          </w:p>
        </w:tc>
      </w:tr>
      <w:tr w:rsidR="006B51D3" w:rsidRPr="00082B03" w:rsidTr="00986C9B">
        <w:trPr>
          <w:trHeight w:val="300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5.31</w:t>
            </w:r>
          </w:p>
        </w:tc>
      </w:tr>
      <w:tr w:rsidR="006B51D3" w:rsidRPr="00082B03" w:rsidTr="004D0EFB">
        <w:trPr>
          <w:trHeight w:val="30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b/>
                <w:bCs/>
                <w:i/>
                <w:iCs/>
                <w:color w:val="000000"/>
                <w:lang w:val="en-US" w:eastAsia="zh-TW"/>
              </w:rPr>
            </w:pPr>
            <w:r w:rsidRPr="00082B03">
              <w:rPr>
                <w:rFonts w:eastAsia="PMingLiU" w:cs="Times New Roman"/>
                <w:b/>
                <w:bCs/>
                <w:i/>
                <w:iCs/>
                <w:color w:val="000000"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rPr>
                <w:rFonts w:eastAsia="PMingLiU" w:cs="Times New Roman"/>
                <w:lang w:val="en-US" w:eastAsia="zh-TW"/>
              </w:rPr>
            </w:pPr>
            <w:r w:rsidRPr="00082B03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51D3" w:rsidRPr="00082B03" w:rsidRDefault="006B51D3" w:rsidP="00082B0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082B0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835.37</w:t>
            </w:r>
          </w:p>
        </w:tc>
      </w:tr>
    </w:tbl>
    <w:p w:rsidR="006B51D3" w:rsidRPr="00082B03" w:rsidRDefault="006B51D3" w:rsidP="00130D5B">
      <w:pPr>
        <w:jc w:val="both"/>
      </w:pPr>
    </w:p>
    <w:p w:rsidR="006B51D3" w:rsidRPr="00082B03" w:rsidRDefault="006B51D3" w:rsidP="00130D5B">
      <w:pPr>
        <w:jc w:val="both"/>
        <w:rPr>
          <w:rFonts w:eastAsia="MS Mincho"/>
          <w:lang w:eastAsia="ja-JP"/>
        </w:rPr>
      </w:pPr>
    </w:p>
    <w:p w:rsidR="006B51D3" w:rsidRPr="00B82E43" w:rsidRDefault="006B51D3" w:rsidP="00130D5B">
      <w:pPr>
        <w:jc w:val="both"/>
        <w:rPr>
          <w:rFonts w:eastAsia="MS Mincho"/>
          <w:lang w:eastAsia="ja-JP"/>
        </w:rPr>
      </w:pPr>
    </w:p>
    <w:p w:rsidR="006B51D3" w:rsidRDefault="006B51D3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6B51D3" w:rsidRDefault="006B51D3" w:rsidP="00130D5B">
      <w:pPr>
        <w:jc w:val="both"/>
      </w:pPr>
    </w:p>
    <w:p w:rsidR="006B51D3" w:rsidRDefault="006B51D3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6B51D3" w:rsidRDefault="006B51D3" w:rsidP="00130D5B">
      <w:pPr>
        <w:ind w:firstLine="720"/>
        <w:jc w:val="both"/>
        <w:rPr>
          <w:b/>
        </w:rPr>
      </w:pPr>
    </w:p>
    <w:p w:rsidR="006B51D3" w:rsidRPr="00A77114" w:rsidRDefault="006B51D3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6B51D3" w:rsidRPr="00A77114" w:rsidRDefault="006B51D3" w:rsidP="00130D5B">
      <w:pPr>
        <w:ind w:firstLine="567"/>
        <w:jc w:val="both"/>
        <w:rPr>
          <w:b/>
          <w:lang w:val="ru-RU"/>
        </w:rPr>
      </w:pPr>
    </w:p>
    <w:p w:rsidR="006B51D3" w:rsidRPr="00A77114" w:rsidRDefault="006B51D3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6B51D3" w:rsidRPr="00A77114" w:rsidRDefault="006B51D3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6B51D3" w:rsidRPr="00A77114" w:rsidRDefault="006B51D3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6B51D3" w:rsidRDefault="006B51D3" w:rsidP="00130D5B">
      <w:pPr>
        <w:ind w:firstLine="720"/>
        <w:jc w:val="both"/>
        <w:rPr>
          <w:b/>
        </w:rPr>
      </w:pPr>
    </w:p>
    <w:p w:rsidR="006B51D3" w:rsidRDefault="006B51D3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6B51D3" w:rsidRDefault="006B51D3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с.Пърличево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6B51D3" w:rsidRDefault="006B51D3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6B51D3" w:rsidRPr="000F6DCA" w:rsidRDefault="006B51D3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6B51D3" w:rsidRDefault="006B51D3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6B51D3" w:rsidRDefault="006B51D3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6B51D3" w:rsidRDefault="006B51D3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6B51D3" w:rsidRPr="001453E6" w:rsidRDefault="006B51D3" w:rsidP="00130D5B">
      <w:pPr>
        <w:jc w:val="both"/>
        <w:rPr>
          <w:b/>
          <w:lang w:val="ru-RU"/>
        </w:rPr>
      </w:pPr>
    </w:p>
    <w:p w:rsidR="006B51D3" w:rsidRPr="001453E6" w:rsidRDefault="006B51D3" w:rsidP="00130D5B">
      <w:pPr>
        <w:jc w:val="both"/>
        <w:rPr>
          <w:b/>
          <w:lang w:val="ru-RU"/>
        </w:rPr>
      </w:pPr>
    </w:p>
    <w:p w:rsidR="006B51D3" w:rsidRPr="001453E6" w:rsidRDefault="006B51D3" w:rsidP="00130D5B">
      <w:pPr>
        <w:jc w:val="both"/>
        <w:rPr>
          <w:b/>
          <w:lang w:val="ru-RU"/>
        </w:rPr>
      </w:pPr>
    </w:p>
    <w:p w:rsidR="006B51D3" w:rsidRDefault="006B51D3" w:rsidP="00130D5B">
      <w:pPr>
        <w:jc w:val="both"/>
        <w:rPr>
          <w:b/>
        </w:rPr>
      </w:pPr>
    </w:p>
    <w:p w:rsidR="006B51D3" w:rsidRDefault="006B51D3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6B51D3" w:rsidRDefault="006B51D3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6B51D3" w:rsidRDefault="006B51D3" w:rsidP="00130D5B">
      <w:pPr>
        <w:ind w:firstLine="720"/>
        <w:jc w:val="both"/>
        <w:rPr>
          <w:i/>
        </w:rPr>
      </w:pPr>
    </w:p>
    <w:p w:rsidR="006B51D3" w:rsidRPr="00534D07" w:rsidRDefault="006B51D3" w:rsidP="00130D5B">
      <w:pPr>
        <w:ind w:firstLine="720"/>
        <w:jc w:val="both"/>
        <w:rPr>
          <w:i/>
          <w:lang w:val="ru-RU"/>
        </w:rPr>
      </w:pPr>
    </w:p>
    <w:p w:rsidR="006B51D3" w:rsidRPr="00534D07" w:rsidRDefault="006B51D3" w:rsidP="00130D5B">
      <w:pPr>
        <w:ind w:firstLine="720"/>
        <w:jc w:val="both"/>
        <w:rPr>
          <w:i/>
          <w:lang w:val="ru-RU"/>
        </w:rPr>
      </w:pPr>
    </w:p>
    <w:p w:rsidR="006B51D3" w:rsidRDefault="006B51D3" w:rsidP="00561877">
      <w:pPr>
        <w:jc w:val="both"/>
      </w:pPr>
    </w:p>
    <w:p w:rsidR="006B51D3" w:rsidRPr="00534D07" w:rsidRDefault="006B51D3" w:rsidP="00561877">
      <w:pPr>
        <w:jc w:val="both"/>
      </w:pPr>
      <w:r>
        <w:t>АК/ГДАР</w:t>
      </w:r>
    </w:p>
    <w:sectPr w:rsidR="006B51D3" w:rsidRPr="00534D07" w:rsidSect="00EE4476">
      <w:footerReference w:type="even" r:id="rId8"/>
      <w:footerReference w:type="default" r:id="rId9"/>
      <w:pgSz w:w="11906" w:h="16838" w:code="9"/>
      <w:pgMar w:top="1134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1D3" w:rsidRDefault="006B51D3">
      <w:r>
        <w:separator/>
      </w:r>
    </w:p>
  </w:endnote>
  <w:endnote w:type="continuationSeparator" w:id="0">
    <w:p w:rsidR="006B51D3" w:rsidRDefault="006B5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1D3" w:rsidRDefault="006B51D3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B51D3" w:rsidRDefault="006B51D3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1D3" w:rsidRDefault="006B51D3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6B51D3" w:rsidRDefault="006B51D3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1D3" w:rsidRDefault="006B51D3">
      <w:r>
        <w:separator/>
      </w:r>
    </w:p>
  </w:footnote>
  <w:footnote w:type="continuationSeparator" w:id="0">
    <w:p w:rsidR="006B51D3" w:rsidRDefault="006B5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39DC"/>
    <w:rsid w:val="00065896"/>
    <w:rsid w:val="00071EB5"/>
    <w:rsid w:val="00073CAB"/>
    <w:rsid w:val="00076766"/>
    <w:rsid w:val="00080BE7"/>
    <w:rsid w:val="00081EBE"/>
    <w:rsid w:val="00082B03"/>
    <w:rsid w:val="00084FEB"/>
    <w:rsid w:val="00087820"/>
    <w:rsid w:val="00087B09"/>
    <w:rsid w:val="00093666"/>
    <w:rsid w:val="000963D7"/>
    <w:rsid w:val="000967C5"/>
    <w:rsid w:val="000A1C6A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693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A4B9A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2F5AF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77AA7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D0EFB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34D07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7644D"/>
    <w:rsid w:val="00586561"/>
    <w:rsid w:val="00594BBB"/>
    <w:rsid w:val="005A2637"/>
    <w:rsid w:val="005A2AC7"/>
    <w:rsid w:val="005B2B3D"/>
    <w:rsid w:val="005B3092"/>
    <w:rsid w:val="005B425B"/>
    <w:rsid w:val="005C05F6"/>
    <w:rsid w:val="005C3BF7"/>
    <w:rsid w:val="005C6308"/>
    <w:rsid w:val="005C7576"/>
    <w:rsid w:val="005D0C8D"/>
    <w:rsid w:val="005E01B3"/>
    <w:rsid w:val="005E7CF6"/>
    <w:rsid w:val="005F0062"/>
    <w:rsid w:val="005F444C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A79A2"/>
    <w:rsid w:val="006B4773"/>
    <w:rsid w:val="006B51D3"/>
    <w:rsid w:val="006B6EA3"/>
    <w:rsid w:val="006C3C10"/>
    <w:rsid w:val="006C3D39"/>
    <w:rsid w:val="006C676C"/>
    <w:rsid w:val="006D0073"/>
    <w:rsid w:val="006D0984"/>
    <w:rsid w:val="006D61D3"/>
    <w:rsid w:val="006D6D66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823EF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1EE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C5CF5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60DE"/>
    <w:rsid w:val="00986C9B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D62AA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4ED0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AF58AA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20B85"/>
    <w:rsid w:val="00D3382D"/>
    <w:rsid w:val="00D512CF"/>
    <w:rsid w:val="00D51A2A"/>
    <w:rsid w:val="00D522E3"/>
    <w:rsid w:val="00D5377F"/>
    <w:rsid w:val="00D65C1C"/>
    <w:rsid w:val="00D6602B"/>
    <w:rsid w:val="00D6765A"/>
    <w:rsid w:val="00D809D7"/>
    <w:rsid w:val="00D82F0F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49F6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4C55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A7E20"/>
    <w:rsid w:val="00EB6757"/>
    <w:rsid w:val="00EB7473"/>
    <w:rsid w:val="00EC17C9"/>
    <w:rsid w:val="00ED52BC"/>
    <w:rsid w:val="00EE0470"/>
    <w:rsid w:val="00EE26AF"/>
    <w:rsid w:val="00EE4476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735FB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B3092"/>
    <w:rPr>
      <w:rFonts w:cs="Arial"/>
      <w:sz w:val="2"/>
      <w:lang w:eastAsia="en-US"/>
    </w:rPr>
  </w:style>
  <w:style w:type="paragraph" w:customStyle="1" w:styleId="1">
    <w:name w:val="Знак1"/>
    <w:basedOn w:val="Normal"/>
    <w:uiPriority w:val="99"/>
    <w:rsid w:val="00DC49F6"/>
    <w:pPr>
      <w:tabs>
        <w:tab w:val="left" w:pos="709"/>
      </w:tabs>
    </w:pPr>
    <w:rPr>
      <w:rFonts w:ascii="Tahoma" w:hAnsi="Tahoma" w:cs="Times New Roman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97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3</Pages>
  <Words>742</Words>
  <Characters>4232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7</cp:revision>
  <cp:lastPrinted>2017-12-18T09:15:00Z</cp:lastPrinted>
  <dcterms:created xsi:type="dcterms:W3CDTF">2018-12-04T08:20:00Z</dcterms:created>
  <dcterms:modified xsi:type="dcterms:W3CDTF">2018-12-05T09:42:00Z</dcterms:modified>
</cp:coreProperties>
</file>